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257D" w14:textId="77777777" w:rsidR="00EC2BBE" w:rsidRDefault="00EC2BBE" w:rsidP="00EC2BBE">
      <w:pPr>
        <w:pStyle w:val="ViimsiVV"/>
      </w:pPr>
      <w:r w:rsidRPr="00713B44">
        <w:rPr>
          <w:noProof/>
        </w:rPr>
        <w:drawing>
          <wp:anchor distT="0" distB="0" distL="114300" distR="114300" simplePos="0" relativeHeight="251662336" behindDoc="0" locked="0" layoutInCell="1" allowOverlap="1" wp14:anchorId="03627D32" wp14:editId="74699D09">
            <wp:simplePos x="0" y="0"/>
            <wp:positionH relativeFrom="page">
              <wp:posOffset>3181350</wp:posOffset>
            </wp:positionH>
            <wp:positionV relativeFrom="page">
              <wp:posOffset>861695</wp:posOffset>
            </wp:positionV>
            <wp:extent cx="1209600" cy="6336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" cy="6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3B44">
        <w:t>VIIMSI VALLAVALITSUS</w:t>
      </w:r>
    </w:p>
    <w:p w14:paraId="3C2F15AF" w14:textId="77777777" w:rsidR="009E2EAA" w:rsidRDefault="009E2EAA"/>
    <w:p w14:paraId="755FBC47" w14:textId="77777777" w:rsidR="009E2EAA" w:rsidRDefault="009E2EAA">
      <w:pPr>
        <w:sectPr w:rsidR="009E2EAA" w:rsidSect="00D712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276" w:bottom="3402" w:left="1276" w:header="567" w:footer="567" w:gutter="0"/>
          <w:cols w:space="708"/>
          <w:titlePg/>
          <w:docGrid w:linePitch="360"/>
        </w:sectPr>
      </w:pPr>
    </w:p>
    <w:p w14:paraId="74C6EA99" w14:textId="6DD6DC4B" w:rsidR="008E4821" w:rsidRPr="008E4821" w:rsidRDefault="006361C9" w:rsidP="00D579D4">
      <w:pPr>
        <w:pStyle w:val="Adressaat"/>
      </w:pPr>
      <w:r>
        <w:tab/>
      </w:r>
    </w:p>
    <w:p w14:paraId="0E22E4B3" w14:textId="487EFA00" w:rsidR="008E4821" w:rsidRPr="008E4821" w:rsidRDefault="0011459B" w:rsidP="00D579D4">
      <w:pPr>
        <w:pStyle w:val="Tekst0"/>
        <w:tabs>
          <w:tab w:val="left" w:pos="5387"/>
        </w:tabs>
      </w:pPr>
      <w:r>
        <w:t>Kliimaministeerium</w:t>
      </w:r>
    </w:p>
    <w:p w14:paraId="6BAC56E7" w14:textId="66404EBC" w:rsidR="008E4821" w:rsidRDefault="0011459B" w:rsidP="00D579D4">
      <w:pPr>
        <w:pStyle w:val="Aadress"/>
      </w:pPr>
      <w:r>
        <w:t>Suur-Ameerika 1</w:t>
      </w:r>
      <w:r w:rsidR="008E4821">
        <w:tab/>
        <w:t xml:space="preserve">Meie </w:t>
      </w:r>
      <w:r>
        <w:t>28.12.2023</w:t>
      </w:r>
      <w:r w:rsidR="008E4821">
        <w:t xml:space="preserve"> nr </w:t>
      </w:r>
      <w:r w:rsidR="001600F6">
        <w:t>15-3/4352-7</w:t>
      </w:r>
    </w:p>
    <w:p w14:paraId="4D8EDEBE" w14:textId="58CBB4E8" w:rsidR="008E4821" w:rsidRPr="007F0CF5" w:rsidRDefault="0011459B" w:rsidP="00E650AE">
      <w:pPr>
        <w:pStyle w:val="Indekslinn"/>
      </w:pPr>
      <w:r>
        <w:t>10122 Tallinn</w:t>
      </w:r>
    </w:p>
    <w:p w14:paraId="7D03FE8E" w14:textId="3996920F" w:rsidR="008E4821" w:rsidRPr="007F0CF5" w:rsidRDefault="0011459B" w:rsidP="00A94D38">
      <w:pPr>
        <w:pStyle w:val="Kirjapealkiri"/>
        <w:spacing w:before="720" w:after="480"/>
      </w:pPr>
      <w:r>
        <w:t xml:space="preserve">Teavitus kahe </w:t>
      </w:r>
      <w:r w:rsidR="00553CAC">
        <w:t>k</w:t>
      </w:r>
      <w:r w:rsidR="00553CAC" w:rsidRPr="00553CAC">
        <w:t>ohaliku omavalitsuse tasandi</w:t>
      </w:r>
      <w:r w:rsidR="00553CAC">
        <w:t xml:space="preserve"> </w:t>
      </w:r>
      <w:r>
        <w:t>kaitseala loomisest</w:t>
      </w:r>
    </w:p>
    <w:p w14:paraId="350E687D" w14:textId="77777777" w:rsidR="0011459B" w:rsidRDefault="0011459B" w:rsidP="0011459B">
      <w:r>
        <w:t>Teavitame, et Viimsi Vallavolikogu võttis 12.12.2023 otsusega nr 36 vastu määruse „</w:t>
      </w:r>
      <w:proofErr w:type="spellStart"/>
      <w:r>
        <w:t>Kelvingi</w:t>
      </w:r>
      <w:proofErr w:type="spellEnd"/>
      <w:r>
        <w:t xml:space="preserve"> maastikukaitseala moodustamine ja kaitse-eeskiri“ ning otsusega nr 37 vastu määruse „Viimsi keskosa maastikukaitseala moodustamine ja kaitse-eeskiri“. Õigusaktid avaldati Riigi Teatajas 19.12.2023 ja jõustusid 22.12.2023.</w:t>
      </w:r>
    </w:p>
    <w:p w14:paraId="27788B3C" w14:textId="7E4AEE39" w:rsidR="00805C22" w:rsidRDefault="00805C22" w:rsidP="008E4821">
      <w:pPr>
        <w:pStyle w:val="BodyText"/>
      </w:pPr>
    </w:p>
    <w:p w14:paraId="56824F11" w14:textId="61631D5F" w:rsidR="008E4821" w:rsidRDefault="0011459B" w:rsidP="008E4821">
      <w:pPr>
        <w:pStyle w:val="Lpetus1"/>
      </w:pPr>
      <w:r>
        <w:t>Lugupidamisega</w:t>
      </w:r>
    </w:p>
    <w:p w14:paraId="602029F2" w14:textId="77777777" w:rsidR="008E4821" w:rsidRPr="00135B43" w:rsidRDefault="008E4821" w:rsidP="008E4821">
      <w:pPr>
        <w:pStyle w:val="Allkirjastatuddigit"/>
      </w:pPr>
      <w:r w:rsidRPr="00135B43">
        <w:t>(allkirjastatud digitaalselt)</w:t>
      </w:r>
    </w:p>
    <w:p w14:paraId="4CF622E6" w14:textId="09DFE2D8" w:rsidR="008E4821" w:rsidRDefault="0011459B" w:rsidP="008E4821">
      <w:pPr>
        <w:pStyle w:val="Allkirjastajanimi"/>
      </w:pPr>
      <w:r>
        <w:rPr>
          <w:noProof/>
          <w:lang w:eastAsia="et-EE"/>
        </w:rPr>
        <w:t>Maris Markus</w:t>
      </w:r>
    </w:p>
    <w:p w14:paraId="19A5A04F" w14:textId="52A30E4F" w:rsidR="008E4821" w:rsidRDefault="0011459B" w:rsidP="008E4821">
      <w:pPr>
        <w:pStyle w:val="Ametinimetus"/>
      </w:pPr>
      <w:r>
        <w:t xml:space="preserve">Keskkonnaosakonna vanemspetsialist </w:t>
      </w:r>
      <w:r>
        <w:t>keskkonnaosakonna juhataja ülesannetes</w:t>
      </w:r>
    </w:p>
    <w:p w14:paraId="7709C6C0" w14:textId="77777777" w:rsidR="0011459B" w:rsidRDefault="0011459B" w:rsidP="0011459B">
      <w:pPr>
        <w:pStyle w:val="Lisamrge"/>
      </w:pPr>
    </w:p>
    <w:p w14:paraId="12CCFC88" w14:textId="77777777" w:rsidR="0011459B" w:rsidRDefault="0011459B" w:rsidP="0011459B">
      <w:pPr>
        <w:pStyle w:val="Lisamrge"/>
      </w:pPr>
    </w:p>
    <w:p w14:paraId="34A29994" w14:textId="4D1AA8DD" w:rsidR="0011459B" w:rsidRDefault="0011459B" w:rsidP="0011459B">
      <w:pPr>
        <w:pStyle w:val="Lisamrge"/>
      </w:pPr>
      <w:r>
        <w:t>Koopia:</w:t>
      </w:r>
    </w:p>
    <w:p w14:paraId="1FC44558" w14:textId="77777777" w:rsidR="0011459B" w:rsidRDefault="0011459B" w:rsidP="0011459B">
      <w:pPr>
        <w:pStyle w:val="Lisamrge"/>
        <w:tabs>
          <w:tab w:val="clear" w:pos="1134"/>
        </w:tabs>
      </w:pPr>
      <w:r>
        <w:t xml:space="preserve">Riigimetsa Majandamise Keskus </w:t>
      </w:r>
      <w:hyperlink r:id="rId14" w:history="1">
        <w:r w:rsidRPr="002B46A2">
          <w:rPr>
            <w:rStyle w:val="Hyperlink"/>
          </w:rPr>
          <w:t>rmk@rmk.ee</w:t>
        </w:r>
      </w:hyperlink>
      <w:r>
        <w:t>.</w:t>
      </w:r>
    </w:p>
    <w:p w14:paraId="47A50C1F" w14:textId="77777777" w:rsidR="0011459B" w:rsidRDefault="0011459B" w:rsidP="0011459B">
      <w:pPr>
        <w:pStyle w:val="Lisamrge"/>
      </w:pPr>
      <w:r>
        <w:t xml:space="preserve">Keskkonnaamet </w:t>
      </w:r>
      <w:hyperlink r:id="rId15" w:history="1">
        <w:r w:rsidRPr="002B46A2">
          <w:rPr>
            <w:rStyle w:val="Hyperlink"/>
          </w:rPr>
          <w:t>info@keskkonnaamet.ee</w:t>
        </w:r>
      </w:hyperlink>
      <w:r>
        <w:t xml:space="preserve">.  </w:t>
      </w:r>
    </w:p>
    <w:p w14:paraId="119397A8" w14:textId="1FAA9DDA" w:rsidR="008E4821" w:rsidRDefault="0011459B" w:rsidP="0011459B">
      <w:pPr>
        <w:pStyle w:val="Lisamrge"/>
        <w:tabs>
          <w:tab w:val="clear" w:pos="1134"/>
        </w:tabs>
      </w:pPr>
      <w:r>
        <w:t xml:space="preserve">Keskkonnaagentuur </w:t>
      </w:r>
      <w:hyperlink r:id="rId16" w:history="1">
        <w:r w:rsidRPr="002B46A2">
          <w:rPr>
            <w:rStyle w:val="Hyperlink"/>
          </w:rPr>
          <w:t>kaur@envir.ee</w:t>
        </w:r>
      </w:hyperlink>
      <w:r>
        <w:t xml:space="preserve">. </w:t>
      </w:r>
      <w:r w:rsidR="008E4821">
        <w:tab/>
      </w:r>
    </w:p>
    <w:p w14:paraId="304D2610" w14:textId="77777777" w:rsidR="0011459B" w:rsidRDefault="0011459B" w:rsidP="0011459B">
      <w:pPr>
        <w:pStyle w:val="Lisamrge"/>
        <w:tabs>
          <w:tab w:val="clear" w:pos="1134"/>
        </w:tabs>
      </w:pPr>
    </w:p>
    <w:p w14:paraId="662DBAC1" w14:textId="77777777" w:rsidR="00421F6C" w:rsidRPr="00DE0915" w:rsidRDefault="00421F6C" w:rsidP="008E4821">
      <w:pPr>
        <w:pStyle w:val="Lisamrge"/>
        <w:tabs>
          <w:tab w:val="clear" w:pos="1134"/>
        </w:tabs>
      </w:pPr>
    </w:p>
    <w:sectPr w:rsidR="00421F6C" w:rsidRPr="00DE0915" w:rsidSect="005129D7">
      <w:headerReference w:type="default" r:id="rId17"/>
      <w:footerReference w:type="default" r:id="rId18"/>
      <w:type w:val="continuous"/>
      <w:pgSz w:w="11906" w:h="16838" w:code="9"/>
      <w:pgMar w:top="1134" w:right="1276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49C37" w14:textId="77777777" w:rsidR="0011459B" w:rsidRDefault="0011459B" w:rsidP="009E2EAA">
      <w:pPr>
        <w:spacing w:line="240" w:lineRule="auto"/>
      </w:pPr>
      <w:r>
        <w:separator/>
      </w:r>
    </w:p>
  </w:endnote>
  <w:endnote w:type="continuationSeparator" w:id="0">
    <w:p w14:paraId="6F251FD0" w14:textId="77777777" w:rsidR="0011459B" w:rsidRDefault="0011459B" w:rsidP="009E2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0195" w14:textId="77777777" w:rsidR="00DF624A" w:rsidRDefault="00DF62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372A9" w14:textId="77777777" w:rsidR="00DF624A" w:rsidRDefault="00DF62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2812" w14:textId="77777777" w:rsidR="008E4821" w:rsidRDefault="008E4821" w:rsidP="008E4821">
    <w:pPr>
      <w:pStyle w:val="Rekvisiidid"/>
    </w:pPr>
    <w:r>
      <w:rPr>
        <w:noProof/>
        <w:sz w:val="13"/>
        <w:szCs w:val="13"/>
      </w:rPr>
      <w:drawing>
        <wp:anchor distT="0" distB="0" distL="114300" distR="114300" simplePos="0" relativeHeight="251659264" behindDoc="0" locked="0" layoutInCell="1" allowOverlap="0" wp14:anchorId="699CD549" wp14:editId="40AF2E35">
          <wp:simplePos x="0" y="0"/>
          <wp:positionH relativeFrom="page">
            <wp:align>left</wp:align>
          </wp:positionH>
          <wp:positionV relativeFrom="bottomMargin">
            <wp:align>top</wp:align>
          </wp:positionV>
          <wp:extent cx="7552800" cy="1353600"/>
          <wp:effectExtent l="0" t="0" r="0" b="0"/>
          <wp:wrapTopAndBottom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iimsi_Vald_jalus_rand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256"/>
                  <a:stretch/>
                </pic:blipFill>
                <pic:spPr bwMode="auto">
                  <a:xfrm>
                    <a:off x="0" y="0"/>
                    <a:ext cx="7552800" cy="135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EAA">
      <w:t>Nelgi tee 1, Viimsi</w:t>
    </w:r>
    <w:r w:rsidR="00DF624A">
      <w:t xml:space="preserve"> alevik, Viimsi vald</w:t>
    </w:r>
    <w:r w:rsidRPr="009E2EAA">
      <w:t>, 74001 Harju</w:t>
    </w:r>
    <w:r w:rsidR="00DF624A">
      <w:t xml:space="preserve"> </w:t>
    </w:r>
    <w:r w:rsidRPr="009E2EAA">
      <w:t>maa</w:t>
    </w:r>
    <w:r w:rsidR="00DF624A">
      <w:t>kond</w:t>
    </w:r>
    <w:r w:rsidRPr="009E2EAA">
      <w:rPr>
        <w:color w:val="0078C0"/>
      </w:rPr>
      <w:t>  | </w:t>
    </w:r>
    <w:r w:rsidRPr="009E2EAA">
      <w:t xml:space="preserve"> Registrikood 75021250</w:t>
    </w:r>
  </w:p>
  <w:p w14:paraId="427AF2CF" w14:textId="77777777" w:rsidR="008E4821" w:rsidRPr="009E2EAA" w:rsidRDefault="008E4821" w:rsidP="008E4821">
    <w:pPr>
      <w:pStyle w:val="Rekvisiidid"/>
    </w:pPr>
    <w:r w:rsidRPr="009E2EAA">
      <w:t>Tel: +372 602 8800</w:t>
    </w:r>
    <w:r w:rsidRPr="009E2EAA">
      <w:rPr>
        <w:color w:val="0078C0"/>
      </w:rPr>
      <w:t xml:space="preserve">  |  </w:t>
    </w:r>
    <w:r w:rsidRPr="009E2EAA">
      <w:t>E-post: info@viimsivv.ee</w:t>
    </w:r>
    <w:r w:rsidRPr="009E2EAA">
      <w:rPr>
        <w:color w:val="0078C0"/>
      </w:rPr>
      <w:t> </w:t>
    </w:r>
  </w:p>
  <w:p w14:paraId="01C1D8DA" w14:textId="77777777" w:rsidR="009E2EAA" w:rsidRPr="009E2EAA" w:rsidRDefault="009E2EAA" w:rsidP="004758C5">
    <w:pPr>
      <w:pStyle w:val="Rekvisiidid"/>
    </w:pPr>
    <w:r w:rsidRPr="009E2EAA">
      <w:t>Swedbank EE182200221010936477</w:t>
    </w:r>
    <w:r w:rsidRPr="009E2EAA">
      <w:rPr>
        <w:color w:val="0078C0"/>
      </w:rPr>
      <w:t xml:space="preserve">  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01502" w14:textId="77777777" w:rsidR="004758C5" w:rsidRDefault="004758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92709" w14:textId="77777777" w:rsidR="0011459B" w:rsidRDefault="0011459B" w:rsidP="009E2EAA">
      <w:pPr>
        <w:spacing w:line="240" w:lineRule="auto"/>
      </w:pPr>
      <w:r>
        <w:separator/>
      </w:r>
    </w:p>
  </w:footnote>
  <w:footnote w:type="continuationSeparator" w:id="0">
    <w:p w14:paraId="03898C40" w14:textId="77777777" w:rsidR="0011459B" w:rsidRDefault="0011459B" w:rsidP="009E2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DC3B" w14:textId="77777777" w:rsidR="00DF624A" w:rsidRDefault="00DF62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9723983"/>
      <w:docPartObj>
        <w:docPartGallery w:val="Page Numbers (Top of Page)"/>
        <w:docPartUnique/>
      </w:docPartObj>
    </w:sdtPr>
    <w:sdtEndPr/>
    <w:sdtContent>
      <w:p w14:paraId="4F06BBA6" w14:textId="77777777" w:rsidR="004758C5" w:rsidRDefault="004758C5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36F62" w14:textId="77777777" w:rsidR="00DF624A" w:rsidRDefault="00DF624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6367792"/>
      <w:docPartObj>
        <w:docPartGallery w:val="Page Numbers (Top of Page)"/>
        <w:docPartUnique/>
      </w:docPartObj>
    </w:sdtPr>
    <w:sdtEndPr/>
    <w:sdtContent>
      <w:p w14:paraId="5CE70EA8" w14:textId="77777777" w:rsidR="004758C5" w:rsidRDefault="004758C5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j0115836"/>
      </v:shape>
    </w:pic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istBullet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0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BF97E79"/>
    <w:multiLevelType w:val="multilevel"/>
    <w:tmpl w:val="EFE6E200"/>
    <w:lvl w:ilvl="0">
      <w:start w:val="1"/>
      <w:numFmt w:val="decimal"/>
      <w:pStyle w:val="Heading10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9B"/>
    <w:rsid w:val="00012188"/>
    <w:rsid w:val="0003607C"/>
    <w:rsid w:val="000467FD"/>
    <w:rsid w:val="00091403"/>
    <w:rsid w:val="000E7AC5"/>
    <w:rsid w:val="001002A1"/>
    <w:rsid w:val="00103031"/>
    <w:rsid w:val="00113329"/>
    <w:rsid w:val="0011459B"/>
    <w:rsid w:val="001214EB"/>
    <w:rsid w:val="001251E9"/>
    <w:rsid w:val="00145D20"/>
    <w:rsid w:val="001600F6"/>
    <w:rsid w:val="00171374"/>
    <w:rsid w:val="0019502D"/>
    <w:rsid w:val="001C183F"/>
    <w:rsid w:val="0020249B"/>
    <w:rsid w:val="0020308B"/>
    <w:rsid w:val="00204195"/>
    <w:rsid w:val="0023088C"/>
    <w:rsid w:val="002943FF"/>
    <w:rsid w:val="002B6EAF"/>
    <w:rsid w:val="002D5F3F"/>
    <w:rsid w:val="002F46CF"/>
    <w:rsid w:val="003108A5"/>
    <w:rsid w:val="003303DA"/>
    <w:rsid w:val="00365BB8"/>
    <w:rsid w:val="0037130D"/>
    <w:rsid w:val="00384F8E"/>
    <w:rsid w:val="003C06BB"/>
    <w:rsid w:val="003C5A39"/>
    <w:rsid w:val="003D6556"/>
    <w:rsid w:val="003E5BB4"/>
    <w:rsid w:val="0041162D"/>
    <w:rsid w:val="00421F6C"/>
    <w:rsid w:val="004433BE"/>
    <w:rsid w:val="00456B17"/>
    <w:rsid w:val="00463120"/>
    <w:rsid w:val="004758C5"/>
    <w:rsid w:val="004A7CFB"/>
    <w:rsid w:val="004B3DE0"/>
    <w:rsid w:val="004F3C67"/>
    <w:rsid w:val="005129D7"/>
    <w:rsid w:val="00544349"/>
    <w:rsid w:val="005526B8"/>
    <w:rsid w:val="00553CAC"/>
    <w:rsid w:val="00554A4D"/>
    <w:rsid w:val="00584476"/>
    <w:rsid w:val="005E32F0"/>
    <w:rsid w:val="00610036"/>
    <w:rsid w:val="006160E5"/>
    <w:rsid w:val="006361C9"/>
    <w:rsid w:val="00636749"/>
    <w:rsid w:val="006554E2"/>
    <w:rsid w:val="006D7E13"/>
    <w:rsid w:val="006F795B"/>
    <w:rsid w:val="00760C70"/>
    <w:rsid w:val="00767C91"/>
    <w:rsid w:val="00773A3A"/>
    <w:rsid w:val="007862D5"/>
    <w:rsid w:val="00805C22"/>
    <w:rsid w:val="008112C7"/>
    <w:rsid w:val="00812015"/>
    <w:rsid w:val="00841E6E"/>
    <w:rsid w:val="00875522"/>
    <w:rsid w:val="00880F6A"/>
    <w:rsid w:val="00883E74"/>
    <w:rsid w:val="008942CB"/>
    <w:rsid w:val="008D74E2"/>
    <w:rsid w:val="008E4821"/>
    <w:rsid w:val="00911CC4"/>
    <w:rsid w:val="00966B4C"/>
    <w:rsid w:val="00983E52"/>
    <w:rsid w:val="0099286C"/>
    <w:rsid w:val="009A5C15"/>
    <w:rsid w:val="009E1219"/>
    <w:rsid w:val="009E2EAA"/>
    <w:rsid w:val="00A06CE7"/>
    <w:rsid w:val="00A0795D"/>
    <w:rsid w:val="00A1407C"/>
    <w:rsid w:val="00A45FDE"/>
    <w:rsid w:val="00A5107B"/>
    <w:rsid w:val="00A562E2"/>
    <w:rsid w:val="00A63ACF"/>
    <w:rsid w:val="00A67AD2"/>
    <w:rsid w:val="00A94D38"/>
    <w:rsid w:val="00AD3993"/>
    <w:rsid w:val="00AE4FC3"/>
    <w:rsid w:val="00AF3567"/>
    <w:rsid w:val="00AF4A97"/>
    <w:rsid w:val="00B4095E"/>
    <w:rsid w:val="00B8369E"/>
    <w:rsid w:val="00BE2A75"/>
    <w:rsid w:val="00C17E4A"/>
    <w:rsid w:val="00C20C84"/>
    <w:rsid w:val="00C27C7B"/>
    <w:rsid w:val="00C36B42"/>
    <w:rsid w:val="00C44F91"/>
    <w:rsid w:val="00C73C46"/>
    <w:rsid w:val="00CA1EF2"/>
    <w:rsid w:val="00CA4B6C"/>
    <w:rsid w:val="00CD4FB5"/>
    <w:rsid w:val="00D11FDA"/>
    <w:rsid w:val="00D258DB"/>
    <w:rsid w:val="00D353FB"/>
    <w:rsid w:val="00D45F07"/>
    <w:rsid w:val="00D5393A"/>
    <w:rsid w:val="00D579D4"/>
    <w:rsid w:val="00D71294"/>
    <w:rsid w:val="00D82BD0"/>
    <w:rsid w:val="00D97551"/>
    <w:rsid w:val="00DB1BB0"/>
    <w:rsid w:val="00DB6B8D"/>
    <w:rsid w:val="00DD6A89"/>
    <w:rsid w:val="00DF438D"/>
    <w:rsid w:val="00DF624A"/>
    <w:rsid w:val="00E31822"/>
    <w:rsid w:val="00E3187D"/>
    <w:rsid w:val="00E438DD"/>
    <w:rsid w:val="00E55826"/>
    <w:rsid w:val="00E60033"/>
    <w:rsid w:val="00E650AE"/>
    <w:rsid w:val="00E67EB6"/>
    <w:rsid w:val="00E972EC"/>
    <w:rsid w:val="00EA2DB5"/>
    <w:rsid w:val="00EA7DE5"/>
    <w:rsid w:val="00EB19E2"/>
    <w:rsid w:val="00EC2BBE"/>
    <w:rsid w:val="00ED341A"/>
    <w:rsid w:val="00EF5A7C"/>
    <w:rsid w:val="00F4743D"/>
    <w:rsid w:val="00F57945"/>
    <w:rsid w:val="00F622F9"/>
    <w:rsid w:val="00F72DBC"/>
    <w:rsid w:val="00F94733"/>
    <w:rsid w:val="00FA11F1"/>
    <w:rsid w:val="00FA295B"/>
    <w:rsid w:val="00FB0EE5"/>
    <w:rsid w:val="00FB25CA"/>
    <w:rsid w:val="00FF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93DC0"/>
  <w15:chartTrackingRefBased/>
  <w15:docId w15:val="{C136104C-113A-45D3-813F-133FB9C0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821"/>
    <w:pPr>
      <w:suppressAutoHyphens/>
      <w:spacing w:after="0" w:line="276" w:lineRule="auto"/>
      <w:jc w:val="both"/>
    </w:pPr>
    <w:rPr>
      <w:rFonts w:ascii="Arial" w:hAnsi="Arial"/>
      <w:lang w:val="et-EE"/>
    </w:rPr>
  </w:style>
  <w:style w:type="paragraph" w:styleId="Heading10">
    <w:name w:val="heading 1"/>
    <w:basedOn w:val="Normal"/>
    <w:next w:val="Normal"/>
    <w:link w:val="Heading1Char"/>
    <w:qFormat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sta">
    <w:name w:val="Aasta"/>
    <w:basedOn w:val="Normal"/>
    <w:next w:val="Normal"/>
    <w:qFormat/>
    <w:rsid w:val="00636749"/>
    <w:pPr>
      <w:widowControl w:val="0"/>
      <w:jc w:val="center"/>
    </w:pPr>
    <w:rPr>
      <w:sz w:val="28"/>
      <w:szCs w:val="28"/>
    </w:rPr>
  </w:style>
  <w:style w:type="paragraph" w:styleId="BodyText">
    <w:name w:val="Body Text"/>
    <w:basedOn w:val="Normal"/>
    <w:link w:val="BodyTextChar"/>
    <w:qFormat/>
    <w:rsid w:val="00E650AE"/>
    <w:pPr>
      <w:suppressAutoHyphens w:val="0"/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rsid w:val="00E650AE"/>
    <w:rPr>
      <w:rFonts w:ascii="Arial" w:hAnsi="Arial"/>
    </w:rPr>
  </w:style>
  <w:style w:type="character" w:customStyle="1" w:styleId="Heading1Char">
    <w:name w:val="Heading 1 Char"/>
    <w:basedOn w:val="DefaultParagraphFont"/>
    <w:link w:val="Heading10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TOC2">
    <w:name w:val="toc 2"/>
    <w:basedOn w:val="Normal"/>
    <w:next w:val="Normal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l"/>
    <w:qFormat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Heading2Char">
    <w:name w:val="Heading 2 Char"/>
    <w:link w:val="Heading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BodyText"/>
    <w:qFormat/>
    <w:rsid w:val="00636749"/>
  </w:style>
  <w:style w:type="paragraph" w:customStyle="1" w:styleId="MoistedTabel">
    <w:name w:val="MoistedTabel"/>
    <w:basedOn w:val="Normal"/>
    <w:qFormat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l"/>
    <w:next w:val="Normal"/>
    <w:link w:val="SisukordChar"/>
    <w:qFormat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DefaultParagraph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l"/>
    <w:next w:val="Normal"/>
    <w:qFormat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Title">
    <w:name w:val="Title"/>
    <w:basedOn w:val="Normal"/>
    <w:next w:val="Normal"/>
    <w:link w:val="TitleChar"/>
    <w:qFormat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BodyText"/>
    <w:next w:val="BodyText"/>
    <w:qFormat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l"/>
    <w:next w:val="Normal"/>
    <w:qFormat/>
    <w:rsid w:val="00636749"/>
    <w:pPr>
      <w:spacing w:after="480"/>
    </w:pPr>
  </w:style>
  <w:style w:type="character" w:styleId="Hyperlink">
    <w:name w:val="Hyperlink"/>
    <w:basedOn w:val="DefaultParagraph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BodyText"/>
    <w:link w:val="MuuChar"/>
    <w:qFormat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istNumber"/>
    <w:qFormat/>
    <w:rsid w:val="00636749"/>
  </w:style>
  <w:style w:type="paragraph" w:styleId="ListNumber">
    <w:name w:val="List Number"/>
    <w:basedOn w:val="Normal"/>
    <w:uiPriority w:val="99"/>
    <w:unhideWhenUsed/>
    <w:qFormat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l"/>
    <w:next w:val="Normal"/>
    <w:qFormat/>
    <w:rsid w:val="00636749"/>
    <w:pPr>
      <w:pageBreakBefore/>
    </w:pPr>
  </w:style>
  <w:style w:type="paragraph" w:customStyle="1" w:styleId="Moisted">
    <w:name w:val="Moisted"/>
    <w:basedOn w:val="Muu"/>
    <w:next w:val="Normal"/>
    <w:qFormat/>
    <w:rsid w:val="00636749"/>
    <w:pPr>
      <w:spacing w:before="0"/>
    </w:pPr>
  </w:style>
  <w:style w:type="paragraph" w:customStyle="1" w:styleId="MuuSamaLK">
    <w:name w:val="MuuSamaLK"/>
    <w:basedOn w:val="Muu"/>
    <w:next w:val="BodyText"/>
    <w:qFormat/>
    <w:rsid w:val="00463120"/>
    <w:pPr>
      <w:keepNext/>
      <w:pageBreakBefore w:val="0"/>
    </w:pPr>
  </w:style>
  <w:style w:type="paragraph" w:styleId="NoSpacing">
    <w:name w:val="No Spacing"/>
    <w:aliases w:val="Tabel_Caption"/>
    <w:basedOn w:val="Normal"/>
    <w:next w:val="Normal"/>
    <w:uiPriority w:val="12"/>
    <w:qFormat/>
    <w:rsid w:val="00636749"/>
    <w:pPr>
      <w:spacing w:before="240" w:after="80"/>
    </w:pPr>
  </w:style>
  <w:style w:type="paragraph" w:customStyle="1" w:styleId="TnuTekst">
    <w:name w:val="TänuTekst"/>
    <w:basedOn w:val="Normal"/>
    <w:next w:val="Normal"/>
    <w:qFormat/>
    <w:rsid w:val="00636749"/>
    <w:pPr>
      <w:spacing w:after="480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TOC3">
    <w:name w:val="toc 3"/>
    <w:basedOn w:val="Normal"/>
    <w:next w:val="Normal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Caption">
    <w:name w:val="caption"/>
    <w:basedOn w:val="Normal"/>
    <w:qFormat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l"/>
    <w:next w:val="Normal"/>
    <w:link w:val="Heading1Char0"/>
    <w:qFormat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0">
    <w:name w:val="Heading1 Char"/>
    <w:basedOn w:val="DefaultParagraph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l"/>
    <w:next w:val="Normal"/>
    <w:qFormat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l"/>
    <w:qFormat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BodyText"/>
    <w:next w:val="Normal"/>
    <w:qFormat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istBullet">
    <w:name w:val="List Bullet"/>
    <w:basedOn w:val="Normal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l"/>
    <w:qFormat/>
    <w:rsid w:val="005E32F0"/>
    <w:pPr>
      <w:spacing w:before="600" w:after="400"/>
    </w:pPr>
    <w:rPr>
      <w:rFonts w:cstheme="minorHAnsi"/>
      <w:b/>
    </w:rPr>
  </w:style>
  <w:style w:type="paragraph" w:customStyle="1" w:styleId="Pealkiri1">
    <w:name w:val="Pealkiri1"/>
    <w:basedOn w:val="Normal"/>
    <w:next w:val="Normal"/>
    <w:qFormat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l"/>
    <w:next w:val="BodyText"/>
    <w:qFormat/>
    <w:rsid w:val="005E32F0"/>
    <w:pPr>
      <w:spacing w:before="240" w:after="120"/>
    </w:pPr>
  </w:style>
  <w:style w:type="paragraph" w:customStyle="1" w:styleId="Lisatekst">
    <w:name w:val="Lisatekst"/>
    <w:basedOn w:val="BodyTex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l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qFormat/>
    <w:rsid w:val="005E32F0"/>
    <w:pPr>
      <w:numPr>
        <w:ilvl w:val="2"/>
      </w:numPr>
    </w:pPr>
  </w:style>
  <w:style w:type="paragraph" w:customStyle="1" w:styleId="Loetelu">
    <w:name w:val="Loetelu"/>
    <w:basedOn w:val="Normal"/>
    <w:qFormat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l"/>
    <w:qFormat/>
    <w:rsid w:val="00B4095E"/>
    <w:rPr>
      <w:rFonts w:eastAsia="Calibri" w:cs="Calibri"/>
    </w:rPr>
  </w:style>
  <w:style w:type="paragraph" w:styleId="TOC4">
    <w:name w:val="toc 4"/>
    <w:basedOn w:val="Normal"/>
    <w:next w:val="Normal"/>
    <w:autoRedefine/>
    <w:uiPriority w:val="39"/>
    <w:unhideWhenUsed/>
    <w:rsid w:val="00544349"/>
  </w:style>
  <w:style w:type="paragraph" w:customStyle="1" w:styleId="Bullet1">
    <w:name w:val="Bullet1"/>
    <w:basedOn w:val="Normal"/>
    <w:link w:val="Bullet1Char"/>
    <w:qFormat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l"/>
    <w:link w:val="TEKSTChar"/>
    <w:qFormat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DefaultParagraph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istBullet2"/>
    <w:qFormat/>
    <w:rsid w:val="00456B17"/>
    <w:rPr>
      <w:sz w:val="20"/>
    </w:rPr>
  </w:style>
  <w:style w:type="paragraph" w:styleId="ListBullet2">
    <w:name w:val="List Bullet 2"/>
    <w:basedOn w:val="Normal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Footer">
    <w:name w:val="footer"/>
    <w:basedOn w:val="Normal"/>
    <w:link w:val="FooterChar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FooterChar">
    <w:name w:val="Footer Char"/>
    <w:link w:val="Footer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l"/>
    <w:qFormat/>
    <w:rsid w:val="003303DA"/>
    <w:pPr>
      <w:spacing w:before="60" w:after="60"/>
      <w:contextualSpacing/>
    </w:pPr>
  </w:style>
  <w:style w:type="paragraph" w:customStyle="1" w:styleId="Tablehead">
    <w:name w:val="Table_head"/>
    <w:basedOn w:val="Normal"/>
    <w:qFormat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istNumber"/>
    <w:qFormat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l"/>
    <w:qFormat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Heading10"/>
    <w:qFormat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Heading2"/>
    <w:qFormat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Heading3"/>
    <w:next w:val="Normal"/>
    <w:qFormat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BodyTex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qFormat/>
    <w:rsid w:val="00E3187D"/>
    <w:rPr>
      <w:i/>
    </w:rPr>
  </w:style>
  <w:style w:type="paragraph" w:customStyle="1" w:styleId="Taandetalik">
    <w:name w:val="Taandeta lõik"/>
    <w:basedOn w:val="BodyTex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qFormat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istBullet3"/>
    <w:qFormat/>
    <w:rsid w:val="00E3187D"/>
    <w:pPr>
      <w:numPr>
        <w:numId w:val="9"/>
      </w:numPr>
    </w:pPr>
    <w:rPr>
      <w:rFonts w:ascii="Minion Pro" w:hAnsi="Minion Pro"/>
    </w:rPr>
  </w:style>
  <w:style w:type="paragraph" w:styleId="ListBullet3">
    <w:name w:val="List Bullet 3"/>
    <w:basedOn w:val="Normal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l"/>
    <w:link w:val="TekstChar0"/>
    <w:qFormat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DefaultParagraph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BodyText"/>
    <w:link w:val="loendChar"/>
    <w:qFormat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DefaultParagraph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istParagraph">
    <w:name w:val="List Paragraph"/>
    <w:basedOn w:val="Normal"/>
    <w:uiPriority w:val="34"/>
    <w:qFormat/>
    <w:rsid w:val="006D7E13"/>
    <w:pPr>
      <w:ind w:left="720"/>
      <w:contextualSpacing/>
    </w:pPr>
  </w:style>
  <w:style w:type="paragraph" w:customStyle="1" w:styleId="Heading">
    <w:name w:val="Heading"/>
    <w:basedOn w:val="BodyText"/>
    <w:next w:val="BodyText"/>
    <w:qFormat/>
    <w:rsid w:val="006D7E13"/>
    <w:pPr>
      <w:spacing w:before="120" w:after="0"/>
    </w:pPr>
    <w:rPr>
      <w:b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TableNorma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TableNormal"/>
    <w:uiPriority w:val="99"/>
    <w:rsid w:val="00911CC4"/>
    <w:pPr>
      <w:spacing w:after="0" w:line="240" w:lineRule="auto"/>
    </w:pPr>
    <w:tblPr/>
  </w:style>
  <w:style w:type="table" w:styleId="TableGrid">
    <w:name w:val="Table Grid"/>
    <w:basedOn w:val="TableNorma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l"/>
    <w:qFormat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DefaultParagraphFont"/>
    <w:uiPriority w:val="1"/>
    <w:qFormat/>
    <w:rsid w:val="004433BE"/>
    <w:rPr>
      <w:i/>
      <w:noProof/>
      <w:lang w:val="en-GB"/>
    </w:rPr>
  </w:style>
  <w:style w:type="character" w:customStyle="1" w:styleId="Linktekstis">
    <w:name w:val="Link tekstis"/>
    <w:basedOn w:val="DefaultParagraphFont"/>
    <w:uiPriority w:val="1"/>
    <w:qFormat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BodyText"/>
    <w:qFormat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l"/>
    <w:qFormat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l"/>
    <w:autoRedefine/>
    <w:qFormat/>
    <w:rsid w:val="00E650AE"/>
    <w:pPr>
      <w:tabs>
        <w:tab w:val="left" w:pos="5387"/>
      </w:tabs>
      <w:spacing w:before="360"/>
      <w:jc w:val="left"/>
    </w:pPr>
    <w:rPr>
      <w:szCs w:val="20"/>
    </w:rPr>
  </w:style>
  <w:style w:type="paragraph" w:customStyle="1" w:styleId="Kirjapealkiri">
    <w:name w:val="Kirjapealkiri"/>
    <w:basedOn w:val="BodyText"/>
    <w:next w:val="BodyText"/>
    <w:qFormat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BodyText"/>
    <w:next w:val="BodyText"/>
    <w:qFormat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BodyText"/>
    <w:next w:val="BodyTex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BodyText"/>
    <w:next w:val="BodyTex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BodyText"/>
    <w:qFormat/>
    <w:rsid w:val="0037130D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l"/>
    <w:link w:val="ViimsiVVChar"/>
    <w:qFormat/>
    <w:rsid w:val="00EC2BBE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DefaultParagraphFont"/>
    <w:link w:val="ViimsiVV"/>
    <w:rsid w:val="00EC2BBE"/>
    <w:rPr>
      <w:rFonts w:ascii="Arial" w:hAnsi="Arial"/>
      <w:bCs/>
      <w:kern w:val="0"/>
      <w:sz w:val="24"/>
      <w:szCs w:val="18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114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mailto:kaur@envir.e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info@keskkonnaamet.e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rmk@rmk.e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aris.markus\OneDrive%20-%20Viimsi%20Vallavalitsus\T&#246;&#246;laud\Vastuskiri_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Vastuskiri_BLANK</Template>
  <TotalTime>10</TotalTime>
  <Pages>1</Pages>
  <Words>126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Viimsi</vt:lpstr>
      <vt:lpstr>Viimsi</vt:lpstr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Maris Markus</dc:creator>
  <cp:keywords/>
  <dc:description/>
  <cp:lastModifiedBy>Maris Markus</cp:lastModifiedBy>
  <cp:revision>3</cp:revision>
  <dcterms:created xsi:type="dcterms:W3CDTF">2023-12-28T07:19:00Z</dcterms:created>
  <dcterms:modified xsi:type="dcterms:W3CDTF">2023-12-28T07:29:00Z</dcterms:modified>
</cp:coreProperties>
</file>